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9A" w:rsidRDefault="00FE679A" w:rsidP="007B3213">
      <w:pPr>
        <w:jc w:val="center"/>
        <w:rPr>
          <w:b/>
          <w:sz w:val="24"/>
          <w:szCs w:val="24"/>
        </w:rPr>
      </w:pPr>
      <w:r w:rsidRPr="006E37C8">
        <w:rPr>
          <w:b/>
          <w:sz w:val="24"/>
          <w:szCs w:val="24"/>
        </w:rPr>
        <w:t>Module 6 Checklist</w:t>
      </w:r>
    </w:p>
    <w:p w:rsidR="00FE679A" w:rsidRPr="006E37C8" w:rsidRDefault="00FE679A" w:rsidP="006A2761">
      <w:pPr>
        <w:rPr>
          <w:b/>
          <w:sz w:val="24"/>
          <w:szCs w:val="24"/>
        </w:rPr>
      </w:pPr>
      <w:r>
        <w:rPr>
          <w:b/>
          <w:sz w:val="24"/>
          <w:szCs w:val="24"/>
        </w:rPr>
        <w:t>Please check the box for your answer in the following statements.</w:t>
      </w:r>
    </w:p>
    <w:p w:rsidR="00FE679A" w:rsidRDefault="00FE679A" w:rsidP="007B321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Observed</w:t>
      </w:r>
      <w:r>
        <w:rPr>
          <w:sz w:val="24"/>
          <w:szCs w:val="24"/>
        </w:rPr>
        <w:tab/>
        <w:t xml:space="preserve"> Not Observed</w:t>
      </w:r>
    </w:p>
    <w:p w:rsidR="00FE679A" w:rsidRDefault="00FE679A" w:rsidP="007B321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the significant experiences which have</w:t>
      </w:r>
    </w:p>
    <w:p w:rsidR="00FE679A" w:rsidRPr="0072077C" w:rsidRDefault="00FE679A" w:rsidP="0072077C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Contributed to what he/she has become in terms of:</w:t>
      </w:r>
    </w:p>
    <w:p w:rsidR="00FE679A" w:rsidRDefault="00FE679A" w:rsidP="00887894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26" style="position:absolute;left:0;text-align:left;margin-left:386.25pt;margin-top:-.3pt;width:15.75pt;height:11.25pt;z-index:251640832"/>
        </w:pict>
      </w:r>
      <w:r>
        <w:rPr>
          <w:noProof/>
        </w:rPr>
        <w:pict>
          <v:rect id="_x0000_s1027" style="position:absolute;left:0;text-align:left;margin-left:323.25pt;margin-top:-.3pt;width:15.75pt;height:11.25pt;z-index:251639808"/>
        </w:pict>
      </w:r>
      <w:r>
        <w:rPr>
          <w:sz w:val="24"/>
          <w:szCs w:val="24"/>
        </w:rPr>
        <w:t>Choices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Default="00FE679A" w:rsidP="00887894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28" style="position:absolute;left:0;text-align:left;margin-left:386.25pt;margin-top:15.45pt;width:15.75pt;height:11.25pt;z-index:251644928"/>
        </w:pict>
      </w:r>
      <w:r>
        <w:rPr>
          <w:noProof/>
        </w:rPr>
        <w:pict>
          <v:rect id="_x0000_s1029" style="position:absolute;left:0;text-align:left;margin-left:386.25pt;margin-top:.45pt;width:15.75pt;height:11.25pt;z-index:251642880"/>
        </w:pict>
      </w:r>
      <w:r>
        <w:rPr>
          <w:noProof/>
        </w:rPr>
        <w:pict>
          <v:rect id="_x0000_s1030" style="position:absolute;left:0;text-align:left;margin-left:323.25pt;margin-top:15.45pt;width:15.75pt;height:11.25pt;z-index:251643904"/>
        </w:pict>
      </w:r>
      <w:r>
        <w:rPr>
          <w:noProof/>
        </w:rPr>
        <w:pict>
          <v:rect id="_x0000_s1031" style="position:absolute;left:0;text-align:left;margin-left:323.25pt;margin-top:.45pt;width:15.75pt;height:11.25pt;z-index:251641856"/>
        </w:pict>
      </w:r>
      <w:r>
        <w:rPr>
          <w:sz w:val="24"/>
          <w:szCs w:val="24"/>
        </w:rPr>
        <w:t>Events</w:t>
      </w:r>
    </w:p>
    <w:p w:rsidR="00FE679A" w:rsidRPr="00EE4E2E" w:rsidRDefault="00FE679A" w:rsidP="00EE4E2E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Persons</w:t>
      </w:r>
    </w:p>
    <w:p w:rsidR="00FE679A" w:rsidRPr="0072077C" w:rsidRDefault="00FE679A" w:rsidP="0072077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Describe the significant life experiences on the following:</w:t>
      </w:r>
      <w:r>
        <w:rPr>
          <w:noProof/>
        </w:rPr>
        <w:pict>
          <v:rect id="_x0000_s1032" style="position:absolute;left:0;text-align:left;margin-left:386.25pt;margin-top:16.25pt;width:15.75pt;height:11.25pt;z-index:251651072;mso-position-horizontal-relative:text;mso-position-vertical-relative:text"/>
        </w:pict>
      </w:r>
      <w:r>
        <w:rPr>
          <w:noProof/>
        </w:rPr>
        <w:pict>
          <v:rect id="_x0000_s1033" style="position:absolute;left:0;text-align:left;margin-left:323.25pt;margin-top:16.25pt;width:15.75pt;height:11.25pt;z-index:251648000;mso-position-horizontal-relative:text;mso-position-vertical-relative:text"/>
        </w:pict>
      </w:r>
    </w:p>
    <w:p w:rsidR="00FE679A" w:rsidRPr="00887894" w:rsidRDefault="00FE679A" w:rsidP="00887894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 w:rsidRPr="00887894">
        <w:rPr>
          <w:sz w:val="24"/>
          <w:szCs w:val="24"/>
        </w:rPr>
        <w:t>Choices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Default="00FE679A" w:rsidP="00A41866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34" style="position:absolute;left:0;text-align:left;margin-left:386.25pt;margin-top:.55pt;width:15.75pt;height:11.25pt;z-index:251650048"/>
        </w:pict>
      </w:r>
      <w:r>
        <w:rPr>
          <w:noProof/>
        </w:rPr>
        <w:pict>
          <v:rect id="_x0000_s1035" style="position:absolute;left:0;text-align:left;margin-left:323.25pt;margin-top:.55pt;width:15.75pt;height:11.25pt;z-index:251646976"/>
        </w:pict>
      </w:r>
      <w:r>
        <w:rPr>
          <w:sz w:val="24"/>
          <w:szCs w:val="24"/>
        </w:rPr>
        <w:t>Events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Pr="00EE4E2E" w:rsidRDefault="00FE679A" w:rsidP="00EE4E2E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36" style="position:absolute;left:0;text-align:left;margin-left:386.25pt;margin-top:.7pt;width:15.75pt;height:11.25pt;z-index:251649024"/>
        </w:pict>
      </w:r>
      <w:r>
        <w:rPr>
          <w:noProof/>
        </w:rPr>
        <w:pict>
          <v:rect id="_x0000_s1037" style="position:absolute;left:0;text-align:left;margin-left:323.25pt;margin-top:.7pt;width:15.75pt;height:11.25pt;z-index:251645952"/>
        </w:pict>
      </w:r>
      <w:r>
        <w:rPr>
          <w:sz w:val="24"/>
          <w:szCs w:val="24"/>
        </w:rPr>
        <w:t>persons</w:t>
      </w:r>
      <w:r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</w:p>
    <w:p w:rsidR="00FE679A" w:rsidRDefault="00FE679A" w:rsidP="00887894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Share his/her feelings by writing in the journal the</w:t>
      </w:r>
    </w:p>
    <w:p w:rsidR="00FE679A" w:rsidRPr="0072077C" w:rsidRDefault="00FE679A" w:rsidP="0072077C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significant life experiences on the following:</w:t>
      </w:r>
      <w:r w:rsidRPr="00887894">
        <w:rPr>
          <w:sz w:val="24"/>
          <w:szCs w:val="24"/>
        </w:rPr>
        <w:tab/>
      </w:r>
    </w:p>
    <w:p w:rsidR="00FE679A" w:rsidRPr="00887894" w:rsidRDefault="00FE679A" w:rsidP="00887894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38" style="position:absolute;left:0;text-align:left;margin-left:386.25pt;margin-top:-.25pt;width:15.75pt;height:11.25pt;z-index:251656192"/>
        </w:pict>
      </w:r>
      <w:r>
        <w:rPr>
          <w:noProof/>
        </w:rPr>
        <w:pict>
          <v:rect id="_x0000_s1039" style="position:absolute;left:0;text-align:left;margin-left:323.25pt;margin-top:-.25pt;width:15.75pt;height:11.25pt;z-index:251657216"/>
        </w:pict>
      </w:r>
      <w:r w:rsidRPr="00887894">
        <w:rPr>
          <w:sz w:val="24"/>
          <w:szCs w:val="24"/>
        </w:rPr>
        <w:t>Choices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Default="00FE679A" w:rsidP="00887894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40" style="position:absolute;left:0;text-align:left;margin-left:386.25pt;margin-top:.55pt;width:15.75pt;height:11.25pt;z-index:251655168"/>
        </w:pict>
      </w:r>
      <w:r>
        <w:rPr>
          <w:noProof/>
        </w:rPr>
        <w:pict>
          <v:rect id="_x0000_s1041" style="position:absolute;left:0;text-align:left;margin-left:323.25pt;margin-top:.55pt;width:15.75pt;height:11.25pt;z-index:251653120"/>
        </w:pict>
      </w:r>
      <w:r>
        <w:rPr>
          <w:sz w:val="24"/>
          <w:szCs w:val="24"/>
        </w:rPr>
        <w:t>Events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Pr="00EE4E2E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42" style="position:absolute;left:0;text-align:left;margin-left:386.25pt;margin-top:.7pt;width:15.75pt;height:11.25pt;z-index:251654144"/>
        </w:pict>
      </w:r>
      <w:r>
        <w:rPr>
          <w:noProof/>
        </w:rPr>
        <w:pict>
          <v:rect id="_x0000_s1043" style="position:absolute;left:0;text-align:left;margin-left:323.25pt;margin-top:.7pt;width:15.75pt;height:11.25pt;z-index:251652096"/>
        </w:pict>
      </w:r>
      <w:r>
        <w:rPr>
          <w:sz w:val="24"/>
          <w:szCs w:val="24"/>
        </w:rPr>
        <w:t>persons</w:t>
      </w:r>
      <w:r>
        <w:rPr>
          <w:sz w:val="24"/>
          <w:szCs w:val="24"/>
        </w:rPr>
        <w:tab/>
      </w:r>
    </w:p>
    <w:p w:rsidR="00FE679A" w:rsidRDefault="00FE679A" w:rsidP="0072077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Cite lessons learned out of the following:</w:t>
      </w:r>
    </w:p>
    <w:p w:rsidR="00FE679A" w:rsidRPr="00887894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44" style="position:absolute;left:0;text-align:left;margin-left:386.25pt;margin-top:-.25pt;width:15.75pt;height:11.25pt;z-index:251662336"/>
        </w:pict>
      </w:r>
      <w:r>
        <w:rPr>
          <w:noProof/>
        </w:rPr>
        <w:pict>
          <v:rect id="_x0000_s1045" style="position:absolute;left:0;text-align:left;margin-left:323.25pt;margin-top:-.25pt;width:15.75pt;height:11.25pt;z-index:251663360"/>
        </w:pict>
      </w:r>
      <w:r w:rsidRPr="00887894">
        <w:rPr>
          <w:sz w:val="24"/>
          <w:szCs w:val="24"/>
        </w:rPr>
        <w:t>Choices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46" style="position:absolute;left:0;text-align:left;margin-left:386.25pt;margin-top:.55pt;width:15.75pt;height:11.25pt;z-index:251661312"/>
        </w:pict>
      </w:r>
      <w:r>
        <w:rPr>
          <w:noProof/>
        </w:rPr>
        <w:pict>
          <v:rect id="_x0000_s1047" style="position:absolute;left:0;text-align:left;margin-left:323.25pt;margin-top:.55pt;width:15.75pt;height:11.25pt;z-index:251659264"/>
        </w:pict>
      </w:r>
      <w:r>
        <w:rPr>
          <w:sz w:val="24"/>
          <w:szCs w:val="24"/>
        </w:rPr>
        <w:t>Events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Pr="00EE4E2E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48" style="position:absolute;left:0;text-align:left;margin-left:386.25pt;margin-top:.7pt;width:15.75pt;height:11.25pt;z-index:251660288"/>
        </w:pict>
      </w:r>
      <w:r>
        <w:rPr>
          <w:noProof/>
        </w:rPr>
        <w:pict>
          <v:rect id="_x0000_s1049" style="position:absolute;left:0;text-align:left;margin-left:323.25pt;margin-top:.7pt;width:15.75pt;height:11.25pt;z-index:251658240"/>
        </w:pict>
      </w:r>
      <w:r>
        <w:rPr>
          <w:sz w:val="24"/>
          <w:szCs w:val="24"/>
        </w:rPr>
        <w:t>persons</w:t>
      </w:r>
      <w:r>
        <w:rPr>
          <w:sz w:val="24"/>
          <w:szCs w:val="24"/>
        </w:rPr>
        <w:tab/>
      </w:r>
    </w:p>
    <w:p w:rsidR="00FE679A" w:rsidRDefault="00FE679A" w:rsidP="0072077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Explain how he/she was able to find God’s</w:t>
      </w:r>
    </w:p>
    <w:p w:rsidR="00FE679A" w:rsidRDefault="00FE679A" w:rsidP="0072077C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Presence through the following:</w:t>
      </w:r>
    </w:p>
    <w:p w:rsidR="00FE679A" w:rsidRPr="00887894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50" style="position:absolute;left:0;text-align:left;margin-left:386.25pt;margin-top:-.25pt;width:15.75pt;height:11.25pt;z-index:251668480"/>
        </w:pict>
      </w:r>
      <w:r>
        <w:rPr>
          <w:noProof/>
        </w:rPr>
        <w:pict>
          <v:rect id="_x0000_s1051" style="position:absolute;left:0;text-align:left;margin-left:323.25pt;margin-top:-.25pt;width:15.75pt;height:11.25pt;z-index:251669504"/>
        </w:pict>
      </w:r>
      <w:r w:rsidRPr="00887894">
        <w:rPr>
          <w:sz w:val="24"/>
          <w:szCs w:val="24"/>
        </w:rPr>
        <w:t>Choices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52" style="position:absolute;left:0;text-align:left;margin-left:386.25pt;margin-top:.55pt;width:15.75pt;height:11.25pt;z-index:251667456"/>
        </w:pict>
      </w:r>
      <w:r>
        <w:rPr>
          <w:noProof/>
        </w:rPr>
        <w:pict>
          <v:rect id="_x0000_s1053" style="position:absolute;left:0;text-align:left;margin-left:323.25pt;margin-top:.55pt;width:15.75pt;height:11.25pt;z-index:251665408"/>
        </w:pict>
      </w:r>
      <w:r>
        <w:rPr>
          <w:sz w:val="24"/>
          <w:szCs w:val="24"/>
        </w:rPr>
        <w:t>Events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679A" w:rsidRPr="00EE4E2E" w:rsidRDefault="00FE679A" w:rsidP="0072077C">
      <w:pPr>
        <w:pStyle w:val="ListParagraph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54" style="position:absolute;left:0;text-align:left;margin-left:386.25pt;margin-top:.7pt;width:15.75pt;height:11.25pt;z-index:251666432"/>
        </w:pict>
      </w:r>
      <w:r>
        <w:rPr>
          <w:noProof/>
        </w:rPr>
        <w:pict>
          <v:rect id="_x0000_s1055" style="position:absolute;left:0;text-align:left;margin-left:323.25pt;margin-top:.7pt;width:15.75pt;height:11.25pt;z-index:251664384"/>
        </w:pict>
      </w:r>
      <w:r>
        <w:rPr>
          <w:sz w:val="24"/>
          <w:szCs w:val="24"/>
        </w:rPr>
        <w:t>persons</w:t>
      </w:r>
      <w:r>
        <w:rPr>
          <w:sz w:val="24"/>
          <w:szCs w:val="24"/>
        </w:rPr>
        <w:tab/>
      </w:r>
    </w:p>
    <w:p w:rsidR="00FE679A" w:rsidRDefault="00FE679A" w:rsidP="0072077C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Name ways that he/she can do in order to</w:t>
      </w:r>
    </w:p>
    <w:p w:rsidR="00FE679A" w:rsidRDefault="00FE679A" w:rsidP="00EE4E2E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cultivate the value and attitude of being able to</w:t>
      </w:r>
    </w:p>
    <w:p w:rsidR="00FE679A" w:rsidRDefault="00FE679A" w:rsidP="00EE4E2E">
      <w:pPr>
        <w:pStyle w:val="ListParagraph"/>
        <w:jc w:val="both"/>
        <w:rPr>
          <w:sz w:val="24"/>
          <w:szCs w:val="24"/>
        </w:rPr>
      </w:pPr>
      <w:r>
        <w:rPr>
          <w:noProof/>
        </w:rPr>
        <w:pict>
          <v:rect id="_x0000_s1056" style="position:absolute;left:0;text-align:left;margin-left:386.25pt;margin-top:1.4pt;width:15.75pt;height:11.25pt;z-index:251671552"/>
        </w:pict>
      </w:r>
      <w:r>
        <w:rPr>
          <w:noProof/>
        </w:rPr>
        <w:pict>
          <v:rect id="_x0000_s1057" style="position:absolute;left:0;text-align:left;margin-left:323.25pt;margin-top:1.4pt;width:15.75pt;height:11.25pt;z-index:251670528"/>
        </w:pict>
      </w:r>
      <w:r>
        <w:rPr>
          <w:sz w:val="24"/>
          <w:szCs w:val="24"/>
        </w:rPr>
        <w:t>find God in his/her life.</w:t>
      </w:r>
    </w:p>
    <w:p w:rsidR="00FE679A" w:rsidRDefault="00FE679A" w:rsidP="00EE4E2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58" style="position:absolute;left:0;text-align:left;margin-left:386.25pt;margin-top:3.05pt;width:15.75pt;height:11.25pt;z-index:251672576"/>
        </w:pict>
      </w:r>
      <w:r>
        <w:rPr>
          <w:noProof/>
        </w:rPr>
        <w:pict>
          <v:rect id="_x0000_s1059" style="position:absolute;left:0;text-align:left;margin-left:323.25pt;margin-top:3.05pt;width:15.75pt;height:11.25pt;z-index:251673600"/>
        </w:pict>
      </w:r>
      <w:r>
        <w:rPr>
          <w:sz w:val="24"/>
          <w:szCs w:val="24"/>
        </w:rPr>
        <w:t>Illustrate God’s image using metaphor or symbols.</w:t>
      </w:r>
      <w:r>
        <w:rPr>
          <w:sz w:val="24"/>
          <w:szCs w:val="24"/>
        </w:rPr>
        <w:tab/>
      </w:r>
    </w:p>
    <w:p w:rsidR="00FE679A" w:rsidRPr="00EE4E2E" w:rsidRDefault="00FE679A" w:rsidP="00EE4E2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noProof/>
        </w:rPr>
        <w:pict>
          <v:rect id="_x0000_s1060" style="position:absolute;left:0;text-align:left;margin-left:323.25pt;margin-top:1.95pt;width:15.75pt;height:11.25pt;z-index:251675648"/>
        </w:pict>
      </w:r>
      <w:r>
        <w:rPr>
          <w:noProof/>
        </w:rPr>
        <w:pict>
          <v:rect id="_x0000_s1061" style="position:absolute;left:0;text-align:left;margin-left:386.25pt;margin-top:1.95pt;width:15.75pt;height:11.25pt;z-index:251674624"/>
        </w:pict>
      </w:r>
      <w:r>
        <w:rPr>
          <w:sz w:val="24"/>
          <w:szCs w:val="24"/>
        </w:rPr>
        <w:t>Include captions in the illustrated symbols.</w:t>
      </w:r>
      <w:r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  <w:r w:rsidRPr="00EE4E2E">
        <w:rPr>
          <w:sz w:val="24"/>
          <w:szCs w:val="24"/>
        </w:rPr>
        <w:tab/>
      </w:r>
    </w:p>
    <w:p w:rsidR="00FE679A" w:rsidRDefault="00FE679A" w:rsidP="00EE4E2E">
      <w:pPr>
        <w:pStyle w:val="ListParagraph"/>
        <w:jc w:val="both"/>
        <w:rPr>
          <w:sz w:val="24"/>
          <w:szCs w:val="24"/>
        </w:rPr>
      </w:pPr>
    </w:p>
    <w:p w:rsidR="00FE679A" w:rsidRPr="0072077C" w:rsidRDefault="00FE679A" w:rsidP="0072077C">
      <w:pPr>
        <w:pStyle w:val="ListParagraph"/>
        <w:jc w:val="both"/>
        <w:rPr>
          <w:sz w:val="24"/>
          <w:szCs w:val="24"/>
        </w:rPr>
      </w:pPr>
    </w:p>
    <w:p w:rsidR="00FE679A" w:rsidRDefault="00FE679A" w:rsidP="0072077C">
      <w:pPr>
        <w:jc w:val="both"/>
        <w:rPr>
          <w:sz w:val="24"/>
          <w:szCs w:val="24"/>
        </w:rPr>
      </w:pPr>
    </w:p>
    <w:p w:rsidR="00FE679A" w:rsidRPr="0072077C" w:rsidRDefault="00FE679A" w:rsidP="0072077C">
      <w:pPr>
        <w:pStyle w:val="ListParagraph"/>
        <w:jc w:val="both"/>
        <w:rPr>
          <w:sz w:val="24"/>
          <w:szCs w:val="24"/>
        </w:rPr>
      </w:pPr>
    </w:p>
    <w:p w:rsidR="00FE679A" w:rsidRPr="0072077C" w:rsidRDefault="00FE679A" w:rsidP="0072077C">
      <w:pPr>
        <w:ind w:left="720"/>
        <w:jc w:val="both"/>
        <w:rPr>
          <w:sz w:val="24"/>
          <w:szCs w:val="24"/>
        </w:rPr>
      </w:pPr>
    </w:p>
    <w:p w:rsidR="00FE679A" w:rsidRPr="00887894" w:rsidRDefault="00FE679A" w:rsidP="00887894">
      <w:pPr>
        <w:pStyle w:val="ListParagraph"/>
        <w:jc w:val="both"/>
        <w:rPr>
          <w:sz w:val="24"/>
          <w:szCs w:val="24"/>
        </w:rPr>
      </w:pPr>
      <w:r w:rsidRPr="00887894">
        <w:rPr>
          <w:sz w:val="24"/>
          <w:szCs w:val="24"/>
        </w:rPr>
        <w:tab/>
      </w:r>
      <w:r w:rsidRPr="00887894">
        <w:rPr>
          <w:sz w:val="24"/>
          <w:szCs w:val="24"/>
        </w:rPr>
        <w:tab/>
      </w:r>
      <w:r w:rsidRPr="00887894">
        <w:rPr>
          <w:sz w:val="24"/>
          <w:szCs w:val="24"/>
        </w:rPr>
        <w:tab/>
      </w:r>
    </w:p>
    <w:p w:rsidR="00FE679A" w:rsidRPr="00887894" w:rsidRDefault="00FE679A" w:rsidP="0088789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E679A" w:rsidRPr="00887894" w:rsidSect="00E96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B5547"/>
    <w:multiLevelType w:val="hybridMultilevel"/>
    <w:tmpl w:val="CA8E59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ED62FC"/>
    <w:multiLevelType w:val="hybridMultilevel"/>
    <w:tmpl w:val="2EDAE7DA"/>
    <w:lvl w:ilvl="0" w:tplc="D632F5EE">
      <w:start w:val="1"/>
      <w:numFmt w:val="low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213"/>
    <w:rsid w:val="00231984"/>
    <w:rsid w:val="005F69BB"/>
    <w:rsid w:val="006A2761"/>
    <w:rsid w:val="006E37C8"/>
    <w:rsid w:val="0072077C"/>
    <w:rsid w:val="007B3213"/>
    <w:rsid w:val="00887894"/>
    <w:rsid w:val="00A41866"/>
    <w:rsid w:val="00A91923"/>
    <w:rsid w:val="00BE3035"/>
    <w:rsid w:val="00D05933"/>
    <w:rsid w:val="00D07B2C"/>
    <w:rsid w:val="00DD60D5"/>
    <w:rsid w:val="00E96D2D"/>
    <w:rsid w:val="00EE4E2E"/>
    <w:rsid w:val="00FE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D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3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4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143</Words>
  <Characters>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6 Checklist</dc:title>
  <dc:subject/>
  <dc:creator>Eddelyn</dc:creator>
  <cp:keywords/>
  <dc:description/>
  <cp:lastModifiedBy>Lab_Assistant</cp:lastModifiedBy>
  <cp:revision>2</cp:revision>
  <dcterms:created xsi:type="dcterms:W3CDTF">2011-04-29T03:49:00Z</dcterms:created>
  <dcterms:modified xsi:type="dcterms:W3CDTF">2011-04-29T03:49:00Z</dcterms:modified>
</cp:coreProperties>
</file>